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C9" w:rsidRDefault="00041CC9" w:rsidP="00061505">
      <w:pPr>
        <w:rPr>
          <w:rFonts w:ascii="Times New Roman" w:hAnsi="Times New Roman"/>
          <w:b/>
          <w:sz w:val="28"/>
          <w:szCs w:val="28"/>
        </w:rPr>
      </w:pPr>
      <w:r w:rsidRPr="00061505">
        <w:rPr>
          <w:rFonts w:ascii="Times New Roman" w:hAnsi="Times New Roman"/>
          <w:b/>
          <w:sz w:val="28"/>
          <w:szCs w:val="28"/>
        </w:rPr>
        <w:t>Arthritis and Magnetic Therapy</w:t>
      </w:r>
    </w:p>
    <w:p w:rsidR="00041CC9" w:rsidRDefault="00041CC9" w:rsidP="00061505">
      <w:pPr>
        <w:rPr>
          <w:rFonts w:ascii="Times New Roman" w:hAnsi="Times New Roman"/>
          <w:sz w:val="24"/>
          <w:szCs w:val="24"/>
        </w:rPr>
      </w:pPr>
      <w:r>
        <w:rPr>
          <w:rFonts w:ascii="Times New Roman" w:hAnsi="Times New Roman"/>
          <w:sz w:val="24"/>
          <w:szCs w:val="24"/>
        </w:rPr>
        <w:t xml:space="preserve">If your joints are killing you and you no longer can take the pain, then you probably suffer from arthritis. Arthritis is a disease which affects the joints and it manifests itself by paints at the levels of the joints and stiffness. Swelling may also appear and local heat may also appear in the affected region as a result of the lack of movement. </w:t>
      </w:r>
    </w:p>
    <w:p w:rsidR="00041CC9" w:rsidRDefault="00041CC9" w:rsidP="00061505">
      <w:pPr>
        <w:rPr>
          <w:rFonts w:ascii="Times New Roman" w:hAnsi="Times New Roman"/>
          <w:sz w:val="24"/>
          <w:szCs w:val="24"/>
        </w:rPr>
      </w:pPr>
      <w:r>
        <w:rPr>
          <w:rFonts w:ascii="Times New Roman" w:hAnsi="Times New Roman"/>
          <w:sz w:val="24"/>
          <w:szCs w:val="24"/>
        </w:rPr>
        <w:t>Arthritis is one of the diseases which can be effectively treated by means of magnetic therapy. This type of treatment is a noninvasive one, which involves the using of magnets in order to treat several conditions. Magnetic therapy can be used in all three cases of arthritis: osteoarthritis, rheumatoid arthritis and periarthritis. Let’s take a look at the way in which magnetic therapy can cure each one of the diseases mentioned above.</w:t>
      </w:r>
    </w:p>
    <w:p w:rsidR="00041CC9" w:rsidRDefault="00041CC9" w:rsidP="00CA1875">
      <w:pPr>
        <w:pStyle w:val="ListParagraph"/>
        <w:ind w:left="0"/>
        <w:rPr>
          <w:rFonts w:ascii="Times New Roman" w:hAnsi="Times New Roman"/>
          <w:sz w:val="24"/>
          <w:szCs w:val="24"/>
        </w:rPr>
      </w:pPr>
      <w:r>
        <w:rPr>
          <w:rFonts w:ascii="Times New Roman" w:hAnsi="Times New Roman"/>
          <w:sz w:val="24"/>
          <w:szCs w:val="24"/>
        </w:rPr>
        <w:t xml:space="preserve">- Osteoarthritis is the disease which affects the joints by allowing the extra deposits of calcium to form. Thus, the joint space is reduced significantly, fact which diminishes patient’s ability to move their body properly. Most often this disease affects the knee joints, as the pressure from them is bigger than in case of other joints. Thus, many people suffering from this disease have difficulties in walking, climbing the stairs or even bending their feet. </w:t>
      </w:r>
    </w:p>
    <w:p w:rsidR="00041CC9" w:rsidRDefault="00041CC9" w:rsidP="00873584">
      <w:pPr>
        <w:rPr>
          <w:rFonts w:ascii="Times New Roman" w:hAnsi="Times New Roman"/>
          <w:sz w:val="24"/>
          <w:szCs w:val="24"/>
        </w:rPr>
      </w:pPr>
      <w:r>
        <w:rPr>
          <w:rFonts w:ascii="Times New Roman" w:hAnsi="Times New Roman"/>
          <w:sz w:val="24"/>
          <w:szCs w:val="24"/>
        </w:rPr>
        <w:t xml:space="preserve">Osteoarthritis can be treated with specially designed magnetic knee caps applied on the affected area each day. Where the deposits of calcium are excessively big, magnets of South and North Pole are used to diminish them and give back the patient’s mobility. </w:t>
      </w:r>
    </w:p>
    <w:p w:rsidR="00041CC9" w:rsidRDefault="00041CC9" w:rsidP="00CA1875">
      <w:pPr>
        <w:pStyle w:val="ListParagraph"/>
        <w:ind w:left="0"/>
        <w:rPr>
          <w:rFonts w:ascii="Times New Roman" w:hAnsi="Times New Roman"/>
          <w:sz w:val="24"/>
          <w:szCs w:val="24"/>
        </w:rPr>
      </w:pPr>
      <w:r>
        <w:rPr>
          <w:rFonts w:ascii="Times New Roman" w:hAnsi="Times New Roman"/>
          <w:sz w:val="24"/>
          <w:szCs w:val="24"/>
        </w:rPr>
        <w:t xml:space="preserve">- Periarthritis is caused by tendonitis or a similar inflammation of the surrounding area of a joint. This inflammation causes swelling to the neighboring joint, making it impossible to use. Depending on the type of injury or inflammation which stays at the origins of the periarthritis, the North Pole magnet or the magnets of both poles are used to treat it. </w:t>
      </w:r>
    </w:p>
    <w:p w:rsidR="00041CC9" w:rsidRDefault="00041CC9" w:rsidP="00CA1875">
      <w:pPr>
        <w:pStyle w:val="ListParagraph"/>
        <w:ind w:left="0"/>
        <w:rPr>
          <w:rFonts w:ascii="Times New Roman" w:hAnsi="Times New Roman"/>
          <w:sz w:val="24"/>
          <w:szCs w:val="24"/>
        </w:rPr>
      </w:pPr>
    </w:p>
    <w:p w:rsidR="00041CC9" w:rsidRDefault="00041CC9" w:rsidP="00CA1875">
      <w:pPr>
        <w:pStyle w:val="ListParagraph"/>
        <w:ind w:left="0"/>
        <w:rPr>
          <w:rFonts w:ascii="Times New Roman" w:hAnsi="Times New Roman"/>
          <w:sz w:val="24"/>
          <w:szCs w:val="24"/>
        </w:rPr>
      </w:pPr>
      <w:r>
        <w:rPr>
          <w:rFonts w:ascii="Times New Roman" w:hAnsi="Times New Roman"/>
          <w:sz w:val="24"/>
          <w:szCs w:val="24"/>
        </w:rPr>
        <w:t xml:space="preserve">- The last type of arthritis, the rheumatoid arthritis is characterized by an accumulation of fluid in the joint space. This causes an inflammation inside the joint, makes it red, swelled and prevents the patient from using it. Rheumatoid arthritis can also be treated using magnets. Both South and North Pole magnets should be used for a better treatment. </w:t>
      </w:r>
    </w:p>
    <w:p w:rsidR="00041CC9" w:rsidRDefault="00041CC9" w:rsidP="00CA1875">
      <w:pPr>
        <w:pStyle w:val="ListParagraph"/>
        <w:ind w:left="0"/>
        <w:rPr>
          <w:rFonts w:ascii="Times New Roman" w:hAnsi="Times New Roman"/>
          <w:sz w:val="24"/>
          <w:szCs w:val="24"/>
        </w:rPr>
      </w:pPr>
    </w:p>
    <w:p w:rsidR="00041CC9" w:rsidRDefault="00041CC9" w:rsidP="00CA1875">
      <w:pPr>
        <w:pStyle w:val="ListParagraph"/>
        <w:ind w:left="0"/>
        <w:rPr>
          <w:rFonts w:ascii="Times New Roman" w:hAnsi="Times New Roman"/>
          <w:sz w:val="24"/>
          <w:szCs w:val="24"/>
        </w:rPr>
      </w:pPr>
    </w:p>
    <w:p w:rsidR="00041CC9" w:rsidRDefault="00041CC9" w:rsidP="00CA1875">
      <w:pPr>
        <w:rPr>
          <w:rFonts w:ascii="Times New Roman" w:hAnsi="Times New Roman"/>
          <w:sz w:val="24"/>
          <w:szCs w:val="24"/>
        </w:rPr>
      </w:pPr>
      <w:r>
        <w:rPr>
          <w:rFonts w:ascii="Times New Roman" w:hAnsi="Times New Roman"/>
          <w:sz w:val="24"/>
          <w:szCs w:val="24"/>
        </w:rPr>
        <w:t xml:space="preserve">No matter what type of arthritis you suffer from, magnetic therapy provides a natural and safe way of treating your disease fast and effectively. </w:t>
      </w:r>
    </w:p>
    <w:p w:rsidR="00041CC9" w:rsidRDefault="00041CC9" w:rsidP="00CA1875">
      <w:pPr>
        <w:rPr>
          <w:rFonts w:ascii="Times New Roman" w:hAnsi="Times New Roman"/>
          <w:sz w:val="24"/>
          <w:szCs w:val="24"/>
        </w:rPr>
      </w:pPr>
    </w:p>
    <w:p w:rsidR="00041CC9" w:rsidRDefault="00041CC9" w:rsidP="0028534A">
      <w:pPr>
        <w:ind w:left="360"/>
        <w:rPr>
          <w:rFonts w:ascii="Times New Roman" w:hAnsi="Times New Roman"/>
          <w:sz w:val="24"/>
          <w:szCs w:val="24"/>
        </w:rPr>
      </w:pPr>
      <w:r>
        <w:rPr>
          <w:rFonts w:ascii="Times New Roman" w:hAnsi="Times New Roman"/>
          <w:sz w:val="24"/>
          <w:szCs w:val="24"/>
        </w:rPr>
        <w:t>Resource box:</w:t>
      </w:r>
    </w:p>
    <w:p w:rsidR="00041CC9" w:rsidRPr="0028534A" w:rsidRDefault="00041CC9" w:rsidP="0028534A">
      <w:pPr>
        <w:ind w:left="360"/>
        <w:rPr>
          <w:rFonts w:ascii="Times New Roman" w:hAnsi="Times New Roman"/>
          <w:sz w:val="24"/>
          <w:szCs w:val="24"/>
        </w:rPr>
      </w:pPr>
      <w:r>
        <w:rPr>
          <w:rFonts w:ascii="Times New Roman" w:hAnsi="Times New Roman"/>
          <w:sz w:val="24"/>
          <w:szCs w:val="24"/>
        </w:rPr>
        <w:t>Find what other benefits magnetic therapy uses offers and how you can uses it to live a healthy and happy life by reading..</w:t>
      </w:r>
      <w:bookmarkStart w:id="0" w:name="_GoBack"/>
      <w:bookmarkEnd w:id="0"/>
    </w:p>
    <w:p w:rsidR="00041CC9" w:rsidRDefault="00041CC9"/>
    <w:sectPr w:rsidR="00041CC9" w:rsidSect="00AC59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C2F50"/>
    <w:multiLevelType w:val="hybridMultilevel"/>
    <w:tmpl w:val="539E2412"/>
    <w:lvl w:ilvl="0" w:tplc="0409000F">
      <w:start w:val="1"/>
      <w:numFmt w:val="decimal"/>
      <w:lvlText w:val="%1."/>
      <w:lvlJc w:val="left"/>
      <w:pPr>
        <w:ind w:left="786"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41A67CB"/>
    <w:multiLevelType w:val="hybridMultilevel"/>
    <w:tmpl w:val="BABC50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505"/>
    <w:rsid w:val="0003576E"/>
    <w:rsid w:val="00041CC9"/>
    <w:rsid w:val="00061505"/>
    <w:rsid w:val="00281A68"/>
    <w:rsid w:val="0028534A"/>
    <w:rsid w:val="004D5E34"/>
    <w:rsid w:val="007B5FF6"/>
    <w:rsid w:val="00873584"/>
    <w:rsid w:val="009215B0"/>
    <w:rsid w:val="00A41C4B"/>
    <w:rsid w:val="00AC59DD"/>
    <w:rsid w:val="00B13713"/>
    <w:rsid w:val="00B57DE0"/>
    <w:rsid w:val="00C95C20"/>
    <w:rsid w:val="00CA1875"/>
    <w:rsid w:val="00EC67BB"/>
    <w:rsid w:val="00FD163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9DD"/>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615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2</Pages>
  <Words>381</Words>
  <Characters>2175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19</cp:revision>
  <dcterms:created xsi:type="dcterms:W3CDTF">2010-06-09T17:25:00Z</dcterms:created>
  <dcterms:modified xsi:type="dcterms:W3CDTF">2010-06-10T16:21:00Z</dcterms:modified>
</cp:coreProperties>
</file>